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124BFF" w:rsidRDefault="006E5D65" w:rsidP="009C54AE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2375A" w:rsidRPr="007465F8">
        <w:rPr>
          <w:rFonts w:ascii="Corbel" w:hAnsi="Corbel"/>
          <w:b/>
          <w:i/>
          <w:smallCaps/>
          <w:sz w:val="24"/>
          <w:szCs w:val="24"/>
        </w:rPr>
        <w:t>2017/2018 – 2019/2020</w:t>
      </w:r>
    </w:p>
    <w:p w:rsidR="0085747A" w:rsidRPr="00EA4832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171A3B" w:rsidRPr="00BB43B5" w:rsidRDefault="00171A3B" w:rsidP="00171A3B">
            <w:pPr>
              <w:pStyle w:val="Odpowiedzi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BB43B5">
              <w:rPr>
                <w:rFonts w:ascii="Corbel" w:hAnsi="Corbel"/>
                <w:b w:val="0"/>
                <w:color w:val="auto"/>
                <w:sz w:val="24"/>
                <w:szCs w:val="24"/>
              </w:rPr>
              <w:t>Matematyka</w:t>
            </w:r>
          </w:p>
        </w:tc>
      </w:tr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171A3B" w:rsidRPr="00BB43B5" w:rsidRDefault="00171A3B" w:rsidP="00171A3B">
            <w:pPr>
              <w:pStyle w:val="Odpowiedzi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bookmarkStart w:id="0" w:name="_GoBack"/>
            <w:r w:rsidRPr="00BB43B5">
              <w:rPr>
                <w:rFonts w:ascii="Corbel" w:hAnsi="Corbel"/>
                <w:b w:val="0"/>
                <w:sz w:val="24"/>
                <w:szCs w:val="24"/>
              </w:rPr>
              <w:t>E/I/A.3</w:t>
            </w:r>
            <w:bookmarkEnd w:id="0"/>
          </w:p>
        </w:tc>
      </w:tr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171A3B" w:rsidRPr="00BB43B5" w:rsidRDefault="00171A3B" w:rsidP="00171A3B">
            <w:pPr>
              <w:pStyle w:val="Odpowiedzi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BB43B5"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71A3B" w:rsidRPr="00BB43B5" w:rsidRDefault="00171A3B" w:rsidP="00171A3B">
            <w:pPr>
              <w:pStyle w:val="Odpowiedzi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BB43B5">
              <w:rPr>
                <w:rFonts w:ascii="Corbel" w:hAnsi="Corbel"/>
                <w:b w:val="0"/>
                <w:sz w:val="24"/>
                <w:szCs w:val="24"/>
              </w:rPr>
              <w:t>Katedra Metod Ilościowych i Informatyki Gospodarczej</w:t>
            </w:r>
          </w:p>
        </w:tc>
      </w:tr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71A3B" w:rsidRPr="00BB43B5" w:rsidRDefault="00171A3B" w:rsidP="00171A3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B43B5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171A3B" w:rsidRPr="00BB43B5" w:rsidRDefault="00171A3B" w:rsidP="00171A3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B43B5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71A3B" w:rsidRPr="00BB43B5" w:rsidRDefault="00171A3B" w:rsidP="00171A3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B43B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71A3B" w:rsidRPr="009C54AE" w:rsidTr="00DA685C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71A3B" w:rsidRPr="00BB43B5" w:rsidRDefault="00171A3B" w:rsidP="00DA685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43B5">
              <w:rPr>
                <w:rFonts w:ascii="Corbel" w:hAnsi="Corbel"/>
                <w:sz w:val="24"/>
                <w:szCs w:val="24"/>
              </w:rPr>
              <w:t>Studia niestacjonarne</w:t>
            </w:r>
          </w:p>
        </w:tc>
      </w:tr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171A3B" w:rsidRPr="00BB43B5" w:rsidRDefault="00E2375A" w:rsidP="00171A3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I/2</w:t>
            </w:r>
          </w:p>
        </w:tc>
      </w:tr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71A3B" w:rsidRPr="00BB43B5" w:rsidRDefault="00171A3B" w:rsidP="00171A3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B43B5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71A3B" w:rsidRPr="00BB43B5" w:rsidRDefault="00171A3B" w:rsidP="00171A3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B43B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71A3B" w:rsidRPr="00BB43B5" w:rsidRDefault="00171A3B" w:rsidP="00171A3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B43B5">
              <w:rPr>
                <w:rFonts w:ascii="Corbel" w:hAnsi="Corbel"/>
                <w:b w:val="0"/>
                <w:color w:val="auto"/>
                <w:sz w:val="24"/>
                <w:szCs w:val="24"/>
              </w:rPr>
              <w:t>dr Barbara Fura</w:t>
            </w:r>
          </w:p>
        </w:tc>
      </w:tr>
      <w:tr w:rsidR="00171A3B" w:rsidRPr="009C54AE" w:rsidTr="00171A3B">
        <w:tc>
          <w:tcPr>
            <w:tcW w:w="2694" w:type="dxa"/>
            <w:vAlign w:val="center"/>
          </w:tcPr>
          <w:p w:rsidR="00171A3B" w:rsidRPr="009C54AE" w:rsidRDefault="00171A3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71A3B" w:rsidRPr="00BB43B5" w:rsidRDefault="00171A3B" w:rsidP="00171A3B">
            <w:pPr>
              <w:pStyle w:val="Odpowiedzi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BB43B5">
              <w:rPr>
                <w:rFonts w:ascii="Corbel" w:hAnsi="Corbel"/>
                <w:b w:val="0"/>
                <w:color w:val="auto"/>
                <w:sz w:val="24"/>
                <w:szCs w:val="24"/>
              </w:rPr>
              <w:t>dr Edyta Trybucka, mgr Paweł Szura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C54AE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:rsidTr="00E92F7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71A3B" w:rsidP="00E92F72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71A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71A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30ED" w:rsidRDefault="00F630ED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F630E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71A3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hint="eastAsia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630ED" w:rsidRDefault="00E22FBC" w:rsidP="00F630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22FBC" w:rsidRDefault="00F630ED" w:rsidP="00F630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E241FB" w:rsidRDefault="00F630ED" w:rsidP="00E241FB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E241FB">
              <w:rPr>
                <w:rFonts w:ascii="Corbel" w:hAnsi="Corbel"/>
                <w:sz w:val="24"/>
                <w:szCs w:val="24"/>
              </w:rPr>
              <w:t xml:space="preserve">Znajomość zagadnień realizowanych </w:t>
            </w:r>
            <w:r w:rsidR="00A44EDA" w:rsidRPr="00E241FB">
              <w:rPr>
                <w:rFonts w:ascii="Corbel" w:hAnsi="Corbel"/>
                <w:sz w:val="24"/>
                <w:szCs w:val="24"/>
              </w:rPr>
              <w:t xml:space="preserve">z przedmiotu matematyka </w:t>
            </w:r>
            <w:r w:rsidRPr="00E241FB">
              <w:rPr>
                <w:rFonts w:ascii="Corbel" w:hAnsi="Corbel"/>
                <w:sz w:val="24"/>
                <w:szCs w:val="24"/>
              </w:rPr>
              <w:t>w</w:t>
            </w:r>
            <w:r w:rsidR="001636BA" w:rsidRPr="00E241FB">
              <w:rPr>
                <w:rFonts w:ascii="Corbel" w:hAnsi="Corbel"/>
                <w:sz w:val="24"/>
                <w:szCs w:val="24"/>
              </w:rPr>
              <w:t xml:space="preserve"> semestrze pierwszym</w:t>
            </w:r>
            <w:r w:rsidRPr="00E241FB">
              <w:rPr>
                <w:rFonts w:ascii="Corbel" w:hAnsi="Corbel"/>
                <w:sz w:val="24"/>
                <w:szCs w:val="24"/>
              </w:rPr>
              <w:t>. Umiejętność analizy problemów ekonomicznych z wykorzystaniem narzędzi ilościowych.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241FB" w:rsidRDefault="00F630ED" w:rsidP="00E241F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241FB">
              <w:rPr>
                <w:rFonts w:ascii="Corbel" w:hAnsi="Corbel"/>
                <w:sz w:val="24"/>
                <w:szCs w:val="24"/>
              </w:rPr>
              <w:t xml:space="preserve">Kreowanie umiejętności formułowania i rozwiązywania problemów ekonomicznych </w:t>
            </w:r>
            <w:r w:rsidRPr="00E241FB">
              <w:rPr>
                <w:rFonts w:ascii="Corbel" w:hAnsi="Corbel"/>
                <w:sz w:val="24"/>
                <w:szCs w:val="24"/>
              </w:rPr>
              <w:br/>
              <w:t>w języku matematyki.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F630E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E241FB" w:rsidRDefault="00E241FB" w:rsidP="00E241F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F630ED" w:rsidRPr="00E241FB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F630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E241FB" w:rsidRDefault="00E241FB" w:rsidP="00E241F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F630ED" w:rsidRPr="00E241FB">
              <w:rPr>
                <w:rFonts w:ascii="Corbel" w:hAnsi="Corbel"/>
                <w:sz w:val="24"/>
                <w:szCs w:val="24"/>
              </w:rPr>
              <w:t>ształtowanie umiejętności precyzyjnego formułowania rozwiązań.</w:t>
            </w:r>
          </w:p>
        </w:tc>
      </w:tr>
      <w:tr w:rsidR="00F630ED" w:rsidRPr="009C54AE" w:rsidTr="00923D7D">
        <w:tc>
          <w:tcPr>
            <w:tcW w:w="851" w:type="dxa"/>
            <w:vAlign w:val="center"/>
          </w:tcPr>
          <w:p w:rsidR="00F630ED" w:rsidRDefault="00F630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630ED" w:rsidRPr="00E241FB" w:rsidRDefault="00E241FB" w:rsidP="00E241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F630ED" w:rsidRPr="00E241FB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C54AE">
        <w:rPr>
          <w:rFonts w:ascii="Corbel" w:hAnsi="Corbel"/>
          <w:sz w:val="24"/>
          <w:szCs w:val="24"/>
        </w:rPr>
        <w:t xml:space="preserve"> ( 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F630ED" w:rsidRPr="009C54AE" w:rsidTr="00395412">
        <w:tc>
          <w:tcPr>
            <w:tcW w:w="1701" w:type="dxa"/>
          </w:tcPr>
          <w:p w:rsidR="00F630ED" w:rsidRPr="009C54AE" w:rsidRDefault="00F630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630ED" w:rsidRPr="00E241FB" w:rsidRDefault="00F630ED" w:rsidP="00E241F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241FB">
              <w:rPr>
                <w:rFonts w:ascii="Corbel" w:hAnsi="Corbel"/>
                <w:sz w:val="24"/>
                <w:szCs w:val="24"/>
              </w:rPr>
              <w:t>Rozumie rolę matematyki w naukach ekonomicznych.</w:t>
            </w:r>
          </w:p>
        </w:tc>
        <w:tc>
          <w:tcPr>
            <w:tcW w:w="1873" w:type="dxa"/>
            <w:vAlign w:val="center"/>
          </w:tcPr>
          <w:p w:rsidR="00F630ED" w:rsidRPr="00F630ED" w:rsidRDefault="00F630ED" w:rsidP="00F630E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0ED">
              <w:rPr>
                <w:rFonts w:ascii="Corbel" w:hAnsi="Corbel"/>
                <w:b w:val="0"/>
              </w:rPr>
              <w:t>K_W01</w:t>
            </w:r>
          </w:p>
        </w:tc>
      </w:tr>
      <w:tr w:rsidR="00F630ED" w:rsidRPr="009C54AE" w:rsidTr="00395412">
        <w:tc>
          <w:tcPr>
            <w:tcW w:w="1701" w:type="dxa"/>
          </w:tcPr>
          <w:p w:rsidR="00F630ED" w:rsidRPr="009C54AE" w:rsidRDefault="00F630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630ED" w:rsidRPr="00E241FB" w:rsidRDefault="00F630ED" w:rsidP="00E241F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241FB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3C5909" w:rsidRPr="00E241FB">
              <w:rPr>
                <w:rFonts w:ascii="Corbel" w:hAnsi="Corbel"/>
                <w:sz w:val="24"/>
                <w:szCs w:val="24"/>
              </w:rPr>
              <w:t xml:space="preserve">podstawy rachunku różniczkowego </w:t>
            </w:r>
            <w:r w:rsidRPr="00E241FB">
              <w:rPr>
                <w:rFonts w:ascii="Corbel" w:hAnsi="Corbel"/>
                <w:sz w:val="24"/>
                <w:szCs w:val="24"/>
              </w:rPr>
              <w:t>i całkowego.</w:t>
            </w:r>
          </w:p>
        </w:tc>
        <w:tc>
          <w:tcPr>
            <w:tcW w:w="1873" w:type="dxa"/>
            <w:vAlign w:val="center"/>
          </w:tcPr>
          <w:p w:rsidR="00F630ED" w:rsidRPr="00F630ED" w:rsidRDefault="00F630ED" w:rsidP="00F630E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0ED">
              <w:rPr>
                <w:rFonts w:ascii="Corbel" w:hAnsi="Corbel"/>
                <w:b w:val="0"/>
              </w:rPr>
              <w:t>K_W02</w:t>
            </w:r>
          </w:p>
        </w:tc>
      </w:tr>
      <w:tr w:rsidR="00F630ED" w:rsidRPr="009C54AE" w:rsidTr="00395412">
        <w:tc>
          <w:tcPr>
            <w:tcW w:w="1701" w:type="dxa"/>
          </w:tcPr>
          <w:p w:rsidR="00F630ED" w:rsidRPr="009C54AE" w:rsidRDefault="001636BA" w:rsidP="00237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F630ED" w:rsidRPr="00E241FB" w:rsidRDefault="00F630ED" w:rsidP="00E241F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241FB">
              <w:rPr>
                <w:rFonts w:ascii="Corbel" w:hAnsi="Corbel"/>
                <w:sz w:val="24"/>
                <w:szCs w:val="24"/>
              </w:rPr>
              <w:t>Posiada umiejętności wykorzystania narzędzi matematyki do rozwiązywania praktycznych problemów ekonomicznych.</w:t>
            </w:r>
          </w:p>
        </w:tc>
        <w:tc>
          <w:tcPr>
            <w:tcW w:w="1873" w:type="dxa"/>
            <w:vAlign w:val="center"/>
          </w:tcPr>
          <w:p w:rsidR="00F630ED" w:rsidRPr="00F630ED" w:rsidRDefault="00F630ED" w:rsidP="00F630E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0ED">
              <w:rPr>
                <w:rFonts w:ascii="Corbel" w:hAnsi="Corbel"/>
                <w:b w:val="0"/>
                <w:sz w:val="22"/>
              </w:rPr>
              <w:t>K_U01</w:t>
            </w:r>
          </w:p>
        </w:tc>
      </w:tr>
      <w:tr w:rsidR="00F630ED" w:rsidRPr="009C54AE" w:rsidTr="00395412">
        <w:tc>
          <w:tcPr>
            <w:tcW w:w="1701" w:type="dxa"/>
          </w:tcPr>
          <w:p w:rsidR="00F630ED" w:rsidRPr="009C54AE" w:rsidRDefault="001636BA" w:rsidP="00237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630ED" w:rsidRPr="00E241FB" w:rsidRDefault="00F630ED" w:rsidP="00E241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241FB">
              <w:rPr>
                <w:rFonts w:ascii="Corbel" w:hAnsi="Corbel"/>
                <w:sz w:val="24"/>
                <w:szCs w:val="24"/>
              </w:rPr>
              <w:t>Rozumie potrzeby ciągłego doskonalenia własnych umiejętności.</w:t>
            </w:r>
          </w:p>
        </w:tc>
        <w:tc>
          <w:tcPr>
            <w:tcW w:w="1873" w:type="dxa"/>
            <w:vAlign w:val="center"/>
          </w:tcPr>
          <w:p w:rsidR="00F630ED" w:rsidRPr="00F630ED" w:rsidRDefault="00F630ED" w:rsidP="00F630E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0ED">
              <w:rPr>
                <w:rFonts w:ascii="Corbel" w:hAnsi="Corbel"/>
                <w:b w:val="0"/>
              </w:rPr>
              <w:t>K_K02</w:t>
            </w:r>
          </w:p>
        </w:tc>
      </w:tr>
      <w:tr w:rsidR="00F630ED" w:rsidRPr="009C54AE" w:rsidTr="00395412">
        <w:tc>
          <w:tcPr>
            <w:tcW w:w="1701" w:type="dxa"/>
          </w:tcPr>
          <w:p w:rsidR="00F630ED" w:rsidRPr="009C54AE" w:rsidRDefault="001636BA" w:rsidP="00237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630ED" w:rsidRPr="00E241FB" w:rsidRDefault="00F630ED" w:rsidP="00E241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241FB">
              <w:rPr>
                <w:rFonts w:ascii="Corbel" w:hAnsi="Corbel"/>
                <w:sz w:val="24"/>
                <w:szCs w:val="24"/>
              </w:rPr>
              <w:t>Przejawia postawy samodzielnego działania w uczeniu się i organizacji pracy własnej.</w:t>
            </w:r>
          </w:p>
        </w:tc>
        <w:tc>
          <w:tcPr>
            <w:tcW w:w="1873" w:type="dxa"/>
            <w:vAlign w:val="center"/>
          </w:tcPr>
          <w:p w:rsidR="00F630ED" w:rsidRPr="00F630ED" w:rsidRDefault="00F630ED" w:rsidP="00F630E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0ED">
              <w:rPr>
                <w:rFonts w:ascii="Corbel" w:hAnsi="Corbel"/>
                <w:b w:val="0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1E75" w:rsidRPr="009C54AE" w:rsidTr="00923D7D">
        <w:tc>
          <w:tcPr>
            <w:tcW w:w="9639" w:type="dxa"/>
          </w:tcPr>
          <w:p w:rsidR="00E91E75" w:rsidRPr="00925F9C" w:rsidRDefault="00E91E75" w:rsidP="0023775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>Całka oznaczona, nieoznaczona, niewłaściwa.</w:t>
            </w:r>
          </w:p>
        </w:tc>
      </w:tr>
      <w:tr w:rsidR="00E91E75" w:rsidRPr="009C54AE" w:rsidTr="00923D7D">
        <w:tc>
          <w:tcPr>
            <w:tcW w:w="9639" w:type="dxa"/>
          </w:tcPr>
          <w:p w:rsidR="00E91E75" w:rsidRPr="00925F9C" w:rsidRDefault="00E91E75" w:rsidP="002377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>Zastosowania rachunku całkowego.</w:t>
            </w:r>
          </w:p>
        </w:tc>
      </w:tr>
      <w:tr w:rsidR="00E91E75" w:rsidRPr="009C54AE" w:rsidTr="00923D7D">
        <w:tc>
          <w:tcPr>
            <w:tcW w:w="9639" w:type="dxa"/>
          </w:tcPr>
          <w:p w:rsidR="00E91E75" w:rsidRPr="00925F9C" w:rsidRDefault="00E91E75" w:rsidP="0023775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 xml:space="preserve">Rachunek różniczkowy funkcji dwóch zmiennych. </w:t>
            </w:r>
          </w:p>
        </w:tc>
      </w:tr>
      <w:tr w:rsidR="00E91E75" w:rsidRPr="009C54AE" w:rsidTr="00923D7D">
        <w:tc>
          <w:tcPr>
            <w:tcW w:w="9639" w:type="dxa"/>
          </w:tcPr>
          <w:p w:rsidR="00E91E75" w:rsidRPr="00925F9C" w:rsidRDefault="00E91E75" w:rsidP="00237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>Ekstrema funkcji dwóch zmiennych.</w:t>
            </w:r>
          </w:p>
        </w:tc>
      </w:tr>
      <w:tr w:rsidR="00E91E75" w:rsidRPr="009C54AE" w:rsidTr="00923D7D">
        <w:tc>
          <w:tcPr>
            <w:tcW w:w="9639" w:type="dxa"/>
          </w:tcPr>
          <w:p w:rsidR="00E91E75" w:rsidRPr="00925F9C" w:rsidRDefault="00E91E75" w:rsidP="002377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  <w:tr w:rsidR="00E91E75" w:rsidRPr="009C54AE" w:rsidTr="00FB3983">
        <w:tc>
          <w:tcPr>
            <w:tcW w:w="9639" w:type="dxa"/>
            <w:vAlign w:val="center"/>
          </w:tcPr>
          <w:p w:rsidR="00E91E75" w:rsidRPr="00925F9C" w:rsidRDefault="00E91E75" w:rsidP="00237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>Zastosowania ekonomiczne funkcji dwóch i wielu zmiennych.</w:t>
            </w:r>
          </w:p>
        </w:tc>
      </w:tr>
      <w:tr w:rsidR="00E91E75" w:rsidRPr="009C54AE" w:rsidTr="00923D7D">
        <w:tc>
          <w:tcPr>
            <w:tcW w:w="9639" w:type="dxa"/>
          </w:tcPr>
          <w:p w:rsidR="00E91E75" w:rsidRPr="00925F9C" w:rsidRDefault="00E91E75" w:rsidP="002377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>Zastosowania ekonomiczne równań różniczkowych.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1E75" w:rsidRPr="009C54AE" w:rsidTr="00923D7D">
        <w:tc>
          <w:tcPr>
            <w:tcW w:w="9639" w:type="dxa"/>
          </w:tcPr>
          <w:p w:rsidR="00E91E75" w:rsidRPr="00925F9C" w:rsidRDefault="00E91E75" w:rsidP="0023775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>Całka oznaczona, nieoznaczona, niewłaściwa.</w:t>
            </w:r>
          </w:p>
        </w:tc>
      </w:tr>
      <w:tr w:rsidR="00E91E75" w:rsidRPr="009C54AE" w:rsidTr="00923D7D">
        <w:tc>
          <w:tcPr>
            <w:tcW w:w="9639" w:type="dxa"/>
          </w:tcPr>
          <w:p w:rsidR="00E91E75" w:rsidRPr="00925F9C" w:rsidRDefault="00E91E75" w:rsidP="002377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>Zastosowania rachunku całkowego.</w:t>
            </w:r>
          </w:p>
        </w:tc>
      </w:tr>
      <w:tr w:rsidR="00E91E75" w:rsidRPr="009C54AE" w:rsidTr="00923D7D">
        <w:tc>
          <w:tcPr>
            <w:tcW w:w="9639" w:type="dxa"/>
          </w:tcPr>
          <w:p w:rsidR="00E91E75" w:rsidRPr="00925F9C" w:rsidRDefault="00E91E75" w:rsidP="0023775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 xml:space="preserve">Rachunek różniczkowy funkcji dwóch zmiennych. </w:t>
            </w:r>
          </w:p>
        </w:tc>
      </w:tr>
      <w:tr w:rsidR="00E91E75" w:rsidRPr="009C54AE" w:rsidTr="00923D7D">
        <w:tc>
          <w:tcPr>
            <w:tcW w:w="9639" w:type="dxa"/>
          </w:tcPr>
          <w:p w:rsidR="00E91E75" w:rsidRPr="00925F9C" w:rsidRDefault="00E91E75" w:rsidP="00237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>Ekstrema funkcji dwóch zmiennych.</w:t>
            </w:r>
          </w:p>
        </w:tc>
      </w:tr>
      <w:tr w:rsidR="00E91E75" w:rsidRPr="009C54AE" w:rsidTr="00923D7D">
        <w:tc>
          <w:tcPr>
            <w:tcW w:w="9639" w:type="dxa"/>
          </w:tcPr>
          <w:p w:rsidR="00E91E75" w:rsidRPr="00925F9C" w:rsidRDefault="00E91E75" w:rsidP="002377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>Rozwiązywanie równań różniczkowych pierwszego rzędu.</w:t>
            </w:r>
          </w:p>
        </w:tc>
      </w:tr>
      <w:tr w:rsidR="00E91E75" w:rsidRPr="009C54AE" w:rsidTr="00923D7D">
        <w:tc>
          <w:tcPr>
            <w:tcW w:w="9639" w:type="dxa"/>
          </w:tcPr>
          <w:p w:rsidR="00E91E75" w:rsidRPr="00925F9C" w:rsidRDefault="00E91E75" w:rsidP="002377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>Zastosowania ekonomiczne funkcji dwóch i wielu zmiennych.</w:t>
            </w:r>
          </w:p>
        </w:tc>
      </w:tr>
      <w:tr w:rsidR="00E91E75" w:rsidRPr="009C54AE" w:rsidTr="00923D7D">
        <w:tc>
          <w:tcPr>
            <w:tcW w:w="9639" w:type="dxa"/>
          </w:tcPr>
          <w:p w:rsidR="00E91E75" w:rsidRPr="00925F9C" w:rsidRDefault="00E91E75" w:rsidP="002377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>Zastosowania ekonomiczne równań różniczkowych.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1E75" w:rsidRPr="009C54AE" w:rsidRDefault="00E91E7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1E75" w:rsidRPr="00925F9C" w:rsidRDefault="00E91E75" w:rsidP="00E91E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5F9C">
        <w:rPr>
          <w:rFonts w:ascii="Corbel" w:hAnsi="Corbel"/>
          <w:b w:val="0"/>
          <w:smallCaps w:val="0"/>
          <w:szCs w:val="24"/>
        </w:rPr>
        <w:t>Wykład: wykład z prezentacją multimedialną, wykład z rozwiązywaniem problemów.</w:t>
      </w:r>
    </w:p>
    <w:p w:rsidR="00E91E75" w:rsidRPr="00925F9C" w:rsidRDefault="00E91E75" w:rsidP="00E91E75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925F9C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103"/>
        <w:gridCol w:w="2126"/>
      </w:tblGrid>
      <w:tr w:rsidR="0085747A" w:rsidRPr="009C54AE" w:rsidTr="00923D7D">
        <w:tc>
          <w:tcPr>
            <w:tcW w:w="241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E91E7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925F9C" w:rsidRPr="009C54AE" w:rsidTr="00923D7D">
        <w:tc>
          <w:tcPr>
            <w:tcW w:w="2410" w:type="dxa"/>
          </w:tcPr>
          <w:p w:rsidR="00925F9C" w:rsidRPr="009C54AE" w:rsidRDefault="00925F9C" w:rsidP="005342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103" w:type="dxa"/>
          </w:tcPr>
          <w:p w:rsidR="00925F9C" w:rsidRPr="00925F9C" w:rsidRDefault="00925F9C" w:rsidP="00925F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 xml:space="preserve">Aktywny udział w wykładzie, aktywny udział </w:t>
            </w:r>
            <w:r w:rsidRPr="00925F9C">
              <w:rPr>
                <w:rFonts w:ascii="Corbel" w:hAnsi="Corbel"/>
                <w:sz w:val="24"/>
                <w:szCs w:val="24"/>
              </w:rPr>
              <w:br/>
              <w:t>w ćwiczeniach, obserwacja w trakcie zajęć</w:t>
            </w:r>
          </w:p>
        </w:tc>
        <w:tc>
          <w:tcPr>
            <w:tcW w:w="2126" w:type="dxa"/>
          </w:tcPr>
          <w:p w:rsidR="00925F9C" w:rsidRPr="00925F9C" w:rsidRDefault="00925F9C" w:rsidP="00925F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5F9C" w:rsidRPr="009C54AE" w:rsidTr="00923D7D">
        <w:tc>
          <w:tcPr>
            <w:tcW w:w="2410" w:type="dxa"/>
          </w:tcPr>
          <w:p w:rsidR="00925F9C" w:rsidRPr="009C54AE" w:rsidRDefault="00925F9C" w:rsidP="005342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925F9C" w:rsidRPr="00925F9C" w:rsidRDefault="00925F9C" w:rsidP="00925F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 xml:space="preserve">Aktywny udział w wykładzie, aktywny udział </w:t>
            </w:r>
            <w:r w:rsidRPr="00925F9C">
              <w:rPr>
                <w:rFonts w:ascii="Corbel" w:hAnsi="Corbel"/>
                <w:sz w:val="24"/>
                <w:szCs w:val="24"/>
              </w:rPr>
              <w:br/>
              <w:t>w ćwiczeniach, obserwacja w trakcie zajęć, kolokwium, egzamin</w:t>
            </w:r>
          </w:p>
        </w:tc>
        <w:tc>
          <w:tcPr>
            <w:tcW w:w="2126" w:type="dxa"/>
          </w:tcPr>
          <w:p w:rsidR="00925F9C" w:rsidRPr="00925F9C" w:rsidRDefault="00925F9C" w:rsidP="00925F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5F9C" w:rsidRPr="009C54AE" w:rsidTr="00923D7D">
        <w:tc>
          <w:tcPr>
            <w:tcW w:w="2410" w:type="dxa"/>
          </w:tcPr>
          <w:p w:rsidR="00925F9C" w:rsidRPr="009C54AE" w:rsidRDefault="00925F9C" w:rsidP="005342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:rsidR="00925F9C" w:rsidRPr="00925F9C" w:rsidRDefault="00925F9C" w:rsidP="00925F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925F9C">
              <w:rPr>
                <w:rFonts w:ascii="Corbel" w:hAnsi="Corbel"/>
                <w:sz w:val="24"/>
                <w:szCs w:val="24"/>
              </w:rPr>
              <w:t>cena umiejętno</w:t>
            </w:r>
            <w:r>
              <w:rPr>
                <w:rFonts w:ascii="Corbel" w:hAnsi="Corbel"/>
                <w:sz w:val="24"/>
                <w:szCs w:val="24"/>
              </w:rPr>
              <w:t xml:space="preserve">ści stosowania poznanych metod </w:t>
            </w:r>
            <w:r w:rsidRPr="00925F9C">
              <w:rPr>
                <w:rFonts w:ascii="Corbel" w:hAnsi="Corbel"/>
                <w:sz w:val="24"/>
                <w:szCs w:val="24"/>
              </w:rPr>
              <w:t>i narzędzi w rozwiązywaniu problemów, kolokwium, egzamin</w:t>
            </w:r>
          </w:p>
        </w:tc>
        <w:tc>
          <w:tcPr>
            <w:tcW w:w="2126" w:type="dxa"/>
          </w:tcPr>
          <w:p w:rsidR="00925F9C" w:rsidRPr="00925F9C" w:rsidRDefault="00925F9C" w:rsidP="00925F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25F9C" w:rsidRPr="009C54AE" w:rsidTr="00923D7D">
        <w:tc>
          <w:tcPr>
            <w:tcW w:w="2410" w:type="dxa"/>
          </w:tcPr>
          <w:p w:rsidR="00925F9C" w:rsidRPr="009C54AE" w:rsidRDefault="00925F9C" w:rsidP="005342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925F9C" w:rsidRPr="00925F9C" w:rsidRDefault="00925F9C" w:rsidP="00925F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925F9C">
              <w:rPr>
                <w:rFonts w:ascii="Corbel" w:hAnsi="Corbel"/>
                <w:sz w:val="24"/>
                <w:szCs w:val="24"/>
              </w:rPr>
              <w:t>cena postawy studenta, ocena prezentowanego stanowiska/opinii w trakcie zajęć</w:t>
            </w:r>
          </w:p>
        </w:tc>
        <w:tc>
          <w:tcPr>
            <w:tcW w:w="2126" w:type="dxa"/>
          </w:tcPr>
          <w:p w:rsidR="00925F9C" w:rsidRPr="00925F9C" w:rsidRDefault="00925F9C" w:rsidP="00925F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5F9C" w:rsidRPr="009C54AE" w:rsidTr="00923D7D">
        <w:tc>
          <w:tcPr>
            <w:tcW w:w="2410" w:type="dxa"/>
          </w:tcPr>
          <w:p w:rsidR="00925F9C" w:rsidRPr="009C54AE" w:rsidRDefault="00925F9C" w:rsidP="005342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:rsidR="00925F9C" w:rsidRPr="00925F9C" w:rsidRDefault="00925F9C" w:rsidP="00925F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925F9C">
              <w:rPr>
                <w:rFonts w:ascii="Corbel" w:hAnsi="Corbel"/>
                <w:sz w:val="24"/>
                <w:szCs w:val="24"/>
              </w:rPr>
              <w:t>cena postawy studenta, ocena prezentowanego stanowiska/opinii w trakcie zajęć</w:t>
            </w:r>
          </w:p>
        </w:tc>
        <w:tc>
          <w:tcPr>
            <w:tcW w:w="2126" w:type="dxa"/>
          </w:tcPr>
          <w:p w:rsidR="00925F9C" w:rsidRPr="00925F9C" w:rsidRDefault="00925F9C" w:rsidP="00925F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E92F72" w:rsidRPr="00925F9C" w:rsidRDefault="00925F9C" w:rsidP="00925F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E92F72" w:rsidRPr="00925F9C">
              <w:rPr>
                <w:rFonts w:ascii="Corbel" w:hAnsi="Corbel"/>
                <w:sz w:val="24"/>
                <w:szCs w:val="24"/>
              </w:rPr>
              <w:t xml:space="preserve">aliczenie przedmiotu na podstawie wyników egzaminu. Zaliczenie ćwiczeń na podstawie dwóch kolokwiów pisemnych, oraz aktywności na zajęciach. Liczba uzyskanych punktów jest przeliczana na ocenę końcową według schematu: </w:t>
            </w:r>
            <w:r w:rsidR="00E92F72" w:rsidRPr="00CC2066">
              <w:rPr>
                <w:rFonts w:ascii="Corbel" w:hAnsi="Corbel"/>
                <w:sz w:val="24"/>
                <w:szCs w:val="24"/>
              </w:rPr>
              <w:t>90-100%  bdb; 80-89% db plus; 70-79% db; 60-69% dst plus; 50-59% dst; 0-49% ndst</w:t>
            </w:r>
            <w:r w:rsidRPr="00CC2066"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9C54AE" w:rsidRDefault="00E92F72" w:rsidP="00925F9C">
            <w:pPr>
              <w:spacing w:after="0" w:line="240" w:lineRule="auto"/>
              <w:rPr>
                <w:b/>
                <w:smallCaps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>Egzamin pisemny obejmujący treści programowe z pierwszego i drugiego semestru.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E92F72" w:rsidP="00CC20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FD1E28" w:rsidRPr="009C54AE" w:rsidTr="00923D7D">
        <w:tc>
          <w:tcPr>
            <w:tcW w:w="4962" w:type="dxa"/>
          </w:tcPr>
          <w:p w:rsidR="00FD1E28" w:rsidRPr="009C54AE" w:rsidRDefault="00FD1E28" w:rsidP="004F52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:rsidR="00FD1E28" w:rsidRPr="009C54AE" w:rsidRDefault="00FD1E28" w:rsidP="00CC20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FD1E28" w:rsidRPr="009C54AE" w:rsidTr="00923D7D">
        <w:tc>
          <w:tcPr>
            <w:tcW w:w="4962" w:type="dxa"/>
          </w:tcPr>
          <w:p w:rsidR="00FD1E28" w:rsidRPr="009C54AE" w:rsidRDefault="00FD1E28" w:rsidP="004F52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do ćwiczeń</w:t>
            </w:r>
          </w:p>
        </w:tc>
        <w:tc>
          <w:tcPr>
            <w:tcW w:w="4677" w:type="dxa"/>
          </w:tcPr>
          <w:p w:rsidR="00FD1E28" w:rsidRPr="009C54AE" w:rsidRDefault="00B65CAA" w:rsidP="00CC20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D1E28" w:rsidRPr="009C54AE" w:rsidTr="00923D7D">
        <w:tc>
          <w:tcPr>
            <w:tcW w:w="4962" w:type="dxa"/>
          </w:tcPr>
          <w:p w:rsidR="00FD1E28" w:rsidRPr="009C54AE" w:rsidRDefault="00FD1E28" w:rsidP="004F52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do kolokwium</w:t>
            </w:r>
          </w:p>
        </w:tc>
        <w:tc>
          <w:tcPr>
            <w:tcW w:w="4677" w:type="dxa"/>
          </w:tcPr>
          <w:p w:rsidR="00FD1E28" w:rsidRDefault="00B65CAA" w:rsidP="00CC20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FD1E28" w:rsidRPr="009C54AE" w:rsidTr="00923D7D">
        <w:tc>
          <w:tcPr>
            <w:tcW w:w="4962" w:type="dxa"/>
          </w:tcPr>
          <w:p w:rsidR="00FD1E28" w:rsidRPr="009C54AE" w:rsidRDefault="00FD1E28" w:rsidP="00053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Przygotowanie do </w:t>
            </w:r>
            <w:r w:rsidR="00053857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egzaminu</w:t>
            </w:r>
          </w:p>
        </w:tc>
        <w:tc>
          <w:tcPr>
            <w:tcW w:w="4677" w:type="dxa"/>
          </w:tcPr>
          <w:p w:rsidR="00FD1E28" w:rsidRDefault="009F646A" w:rsidP="00CC20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92F72" w:rsidP="00CC20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2375A" w:rsidRDefault="00E92F72" w:rsidP="00CC20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2375A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3685"/>
      </w:tblGrid>
      <w:tr w:rsidR="0085747A" w:rsidRPr="009C54AE" w:rsidTr="00275387">
        <w:trPr>
          <w:trHeight w:val="397"/>
        </w:trPr>
        <w:tc>
          <w:tcPr>
            <w:tcW w:w="382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:rsidR="0085747A" w:rsidRPr="009C54AE" w:rsidRDefault="00275387" w:rsidP="002753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275387">
        <w:trPr>
          <w:trHeight w:val="397"/>
        </w:trPr>
        <w:tc>
          <w:tcPr>
            <w:tcW w:w="382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:rsidR="0085747A" w:rsidRPr="009C54AE" w:rsidRDefault="00275387" w:rsidP="002753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25F9C" w:rsidRDefault="0085747A" w:rsidP="00925F9C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E92F72" w:rsidRPr="00925F9C" w:rsidRDefault="00E92F72" w:rsidP="00925F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 xml:space="preserve">1. </w:t>
            </w:r>
            <w:r w:rsidR="00925F9C">
              <w:rPr>
                <w:rFonts w:ascii="Corbel" w:hAnsi="Corbel"/>
                <w:sz w:val="24"/>
                <w:szCs w:val="24"/>
              </w:rPr>
              <w:t>Gurgul H</w:t>
            </w:r>
            <w:r w:rsidRPr="00925F9C">
              <w:rPr>
                <w:rFonts w:ascii="Corbel" w:hAnsi="Corbel"/>
                <w:sz w:val="24"/>
                <w:szCs w:val="24"/>
              </w:rPr>
              <w:t xml:space="preserve">., </w:t>
            </w:r>
            <w:r w:rsidR="00925F9C">
              <w:rPr>
                <w:rFonts w:ascii="Corbel" w:hAnsi="Corbel"/>
                <w:sz w:val="24"/>
                <w:szCs w:val="24"/>
              </w:rPr>
              <w:t>Suder M</w:t>
            </w:r>
            <w:r w:rsidRPr="00925F9C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925F9C">
              <w:rPr>
                <w:rFonts w:ascii="Corbel" w:hAnsi="Corbel"/>
                <w:i/>
                <w:sz w:val="24"/>
                <w:szCs w:val="24"/>
              </w:rPr>
              <w:t>Matematyka dla kierunków ekonomicznych</w:t>
            </w:r>
            <w:r w:rsidRPr="00925F9C">
              <w:rPr>
                <w:rFonts w:ascii="Corbel" w:hAnsi="Corbel"/>
                <w:sz w:val="24"/>
                <w:szCs w:val="24"/>
              </w:rPr>
              <w:t>, Oficyna Wydawnicza Wolters Kluwer, Warszawa 2015.</w:t>
            </w:r>
          </w:p>
          <w:p w:rsidR="00E92F72" w:rsidRPr="00925F9C" w:rsidRDefault="00E92F72" w:rsidP="00925F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 xml:space="preserve">2. </w:t>
            </w:r>
            <w:r w:rsidR="00925F9C">
              <w:rPr>
                <w:rFonts w:ascii="Corbel" w:hAnsi="Corbel"/>
                <w:sz w:val="24"/>
                <w:szCs w:val="24"/>
              </w:rPr>
              <w:t>Anholcer M</w:t>
            </w:r>
            <w:r w:rsidRPr="00925F9C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925F9C">
              <w:rPr>
                <w:rFonts w:ascii="Corbel" w:hAnsi="Corbel"/>
                <w:i/>
                <w:sz w:val="24"/>
                <w:szCs w:val="24"/>
              </w:rPr>
              <w:t xml:space="preserve">Matematyka w ekonomii i zarządzaniu w przykładach </w:t>
            </w:r>
            <w:r w:rsidR="00C16C2E" w:rsidRPr="00925F9C">
              <w:rPr>
                <w:rFonts w:ascii="Corbel" w:hAnsi="Corbel"/>
                <w:i/>
                <w:sz w:val="24"/>
                <w:szCs w:val="24"/>
              </w:rPr>
              <w:br/>
            </w:r>
            <w:r w:rsidRPr="00925F9C">
              <w:rPr>
                <w:rFonts w:ascii="Corbel" w:hAnsi="Corbel"/>
                <w:i/>
                <w:sz w:val="24"/>
                <w:szCs w:val="24"/>
              </w:rPr>
              <w:t>i zadaniach</w:t>
            </w:r>
            <w:r w:rsidRPr="00925F9C">
              <w:rPr>
                <w:rFonts w:ascii="Corbel" w:hAnsi="Corbel"/>
                <w:sz w:val="24"/>
                <w:szCs w:val="24"/>
              </w:rPr>
              <w:t xml:space="preserve">, Wydawnictwo Uniwersytetu Ekonomicznego, Poznań, 2012. </w:t>
            </w:r>
          </w:p>
          <w:p w:rsidR="00E92F72" w:rsidRPr="00925F9C" w:rsidRDefault="00E92F72" w:rsidP="00925F9C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 xml:space="preserve">3. </w:t>
            </w:r>
            <w:r w:rsidR="00925F9C">
              <w:rPr>
                <w:rFonts w:ascii="Corbel" w:hAnsi="Corbel"/>
                <w:sz w:val="24"/>
                <w:szCs w:val="24"/>
              </w:rPr>
              <w:t>Matołka M</w:t>
            </w:r>
            <w:r w:rsidRPr="00925F9C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925F9C">
              <w:rPr>
                <w:rFonts w:ascii="Corbel" w:hAnsi="Corbel"/>
                <w:i/>
                <w:sz w:val="24"/>
                <w:szCs w:val="24"/>
              </w:rPr>
              <w:t>Matematyka dla ekonomistów</w:t>
            </w:r>
            <w:r w:rsidRPr="00925F9C">
              <w:rPr>
                <w:rFonts w:ascii="Corbel" w:hAnsi="Corbel"/>
                <w:sz w:val="24"/>
                <w:szCs w:val="24"/>
              </w:rPr>
              <w:t>, Wydawnictwo Uniwersytetu Ekonomicznego w Poznaniu, Poznań 2011.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25F9C" w:rsidRDefault="0085747A" w:rsidP="00925F9C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C16C2E" w:rsidRPr="00925F9C" w:rsidRDefault="00C16C2E" w:rsidP="00925F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 xml:space="preserve">1. </w:t>
            </w:r>
            <w:r w:rsidR="00925F9C">
              <w:rPr>
                <w:rFonts w:ascii="Corbel" w:hAnsi="Corbel"/>
                <w:sz w:val="24"/>
                <w:szCs w:val="24"/>
              </w:rPr>
              <w:t>Krysicki W</w:t>
            </w:r>
            <w:r w:rsidRPr="00925F9C">
              <w:rPr>
                <w:rFonts w:ascii="Corbel" w:hAnsi="Corbel"/>
                <w:sz w:val="24"/>
                <w:szCs w:val="24"/>
              </w:rPr>
              <w:t xml:space="preserve">., </w:t>
            </w:r>
            <w:r w:rsidR="00925F9C">
              <w:rPr>
                <w:rFonts w:ascii="Corbel" w:hAnsi="Corbel"/>
                <w:sz w:val="24"/>
                <w:szCs w:val="24"/>
              </w:rPr>
              <w:t>Włodarski L</w:t>
            </w:r>
            <w:r w:rsidRPr="00925F9C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925F9C">
              <w:rPr>
                <w:rFonts w:ascii="Corbel" w:hAnsi="Corbel"/>
                <w:i/>
                <w:sz w:val="24"/>
                <w:szCs w:val="24"/>
              </w:rPr>
              <w:t>Analiza matematyczna w zadaniach</w:t>
            </w:r>
            <w:r w:rsidRPr="00925F9C">
              <w:rPr>
                <w:rFonts w:ascii="Corbel" w:hAnsi="Corbel"/>
                <w:sz w:val="24"/>
                <w:szCs w:val="24"/>
              </w:rPr>
              <w:t>, część II, Wydawnictwo Naukowe PWN, Warszawa 2012.</w:t>
            </w:r>
          </w:p>
          <w:p w:rsidR="00C16C2E" w:rsidRPr="00925F9C" w:rsidRDefault="00C16C2E" w:rsidP="00925F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5F9C">
              <w:rPr>
                <w:rFonts w:ascii="Corbel" w:hAnsi="Corbel"/>
                <w:sz w:val="24"/>
                <w:szCs w:val="24"/>
              </w:rPr>
              <w:t xml:space="preserve">2. </w:t>
            </w:r>
            <w:r w:rsidR="00925F9C">
              <w:rPr>
                <w:rFonts w:ascii="Corbel" w:hAnsi="Corbel"/>
                <w:sz w:val="24"/>
                <w:szCs w:val="24"/>
              </w:rPr>
              <w:t>Leitner R</w:t>
            </w:r>
            <w:r w:rsidRPr="00925F9C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925F9C">
              <w:rPr>
                <w:rFonts w:ascii="Corbel" w:hAnsi="Corbel"/>
                <w:i/>
                <w:sz w:val="24"/>
                <w:szCs w:val="24"/>
              </w:rPr>
              <w:t>Zarys matematyki wyższej dla studentów</w:t>
            </w:r>
            <w:r w:rsidRPr="00925F9C">
              <w:rPr>
                <w:rFonts w:ascii="Corbel" w:hAnsi="Corbel"/>
                <w:sz w:val="24"/>
                <w:szCs w:val="24"/>
              </w:rPr>
              <w:t xml:space="preserve">, część II, Wydawnictwo Naukowo-Techniczne, Warszawa, 2005. </w:t>
            </w:r>
          </w:p>
          <w:p w:rsidR="00C16C2E" w:rsidRPr="00925F9C" w:rsidRDefault="00925F9C" w:rsidP="00925F9C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Leitner R., Matuszewski W</w:t>
            </w:r>
            <w:r w:rsidR="00C16C2E" w:rsidRPr="00925F9C">
              <w:rPr>
                <w:rFonts w:ascii="Corbel" w:hAnsi="Corbel"/>
                <w:sz w:val="24"/>
                <w:szCs w:val="24"/>
              </w:rPr>
              <w:t>., Rojek</w:t>
            </w:r>
            <w:r>
              <w:rPr>
                <w:rFonts w:ascii="Corbel" w:hAnsi="Corbel"/>
                <w:sz w:val="24"/>
                <w:szCs w:val="24"/>
              </w:rPr>
              <w:t xml:space="preserve"> Z</w:t>
            </w:r>
            <w:r w:rsidR="00C16C2E" w:rsidRPr="00925F9C">
              <w:rPr>
                <w:rFonts w:ascii="Corbel" w:hAnsi="Corbel"/>
                <w:sz w:val="24"/>
                <w:szCs w:val="24"/>
              </w:rPr>
              <w:t xml:space="preserve">., </w:t>
            </w:r>
            <w:r w:rsidR="00C16C2E" w:rsidRPr="00925F9C">
              <w:rPr>
                <w:rFonts w:ascii="Corbel" w:hAnsi="Corbel"/>
                <w:i/>
                <w:sz w:val="24"/>
                <w:szCs w:val="24"/>
              </w:rPr>
              <w:t>Zadania z matematyki wyższej</w:t>
            </w:r>
            <w:r w:rsidR="00C16C2E" w:rsidRPr="00925F9C">
              <w:rPr>
                <w:rFonts w:ascii="Corbel" w:hAnsi="Corbel"/>
                <w:sz w:val="24"/>
                <w:szCs w:val="24"/>
              </w:rPr>
              <w:t>, część I, II, Wydawnictwo Naukowo-Techniczne, Warszawa 2003.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FE9" w:rsidRDefault="00A05FE9" w:rsidP="00C16ABF">
      <w:pPr>
        <w:spacing w:after="0" w:line="240" w:lineRule="auto"/>
      </w:pPr>
      <w:r>
        <w:separator/>
      </w:r>
    </w:p>
  </w:endnote>
  <w:endnote w:type="continuationSeparator" w:id="0">
    <w:p w:rsidR="00A05FE9" w:rsidRDefault="00A05F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rbel">
    <w:panose1 w:val="020B0503020204020204"/>
    <w:charset w:val="EE"/>
    <w:family w:val="swiss"/>
    <w:pitch w:val="variable"/>
    <w:sig w:usb0="A00002EF" w:usb1="4000204B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FE9" w:rsidRDefault="00A05FE9" w:rsidP="00C16ABF">
      <w:pPr>
        <w:spacing w:after="0" w:line="240" w:lineRule="auto"/>
      </w:pPr>
      <w:r>
        <w:separator/>
      </w:r>
    </w:p>
  </w:footnote>
  <w:footnote w:type="continuationSeparator" w:id="0">
    <w:p w:rsidR="00A05FE9" w:rsidRDefault="00A05FE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0MzS3NDY1MzO3NDQyNjZV0lEKTi0uzszPAykwqgUA41R+WCwAAAA="/>
  </w:docVars>
  <w:rsids>
    <w:rsidRoot w:val="00BD66E9"/>
    <w:rsid w:val="000048FD"/>
    <w:rsid w:val="000077B4"/>
    <w:rsid w:val="00015B8F"/>
    <w:rsid w:val="00016148"/>
    <w:rsid w:val="00022ECE"/>
    <w:rsid w:val="00042A51"/>
    <w:rsid w:val="00042D2E"/>
    <w:rsid w:val="00044C82"/>
    <w:rsid w:val="00053857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6BA"/>
    <w:rsid w:val="00164FA7"/>
    <w:rsid w:val="00166A03"/>
    <w:rsid w:val="001718A7"/>
    <w:rsid w:val="00171A3B"/>
    <w:rsid w:val="001737CF"/>
    <w:rsid w:val="00176083"/>
    <w:rsid w:val="00192F37"/>
    <w:rsid w:val="001A70D2"/>
    <w:rsid w:val="001B2665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7538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202A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470C"/>
    <w:rsid w:val="003C0BAE"/>
    <w:rsid w:val="003C5909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033EC"/>
    <w:rsid w:val="0061029B"/>
    <w:rsid w:val="00617230"/>
    <w:rsid w:val="00621CE1"/>
    <w:rsid w:val="00637C5C"/>
    <w:rsid w:val="00647FA8"/>
    <w:rsid w:val="006620D9"/>
    <w:rsid w:val="00671958"/>
    <w:rsid w:val="00675843"/>
    <w:rsid w:val="00696477"/>
    <w:rsid w:val="006B4F80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F9C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9F646A"/>
    <w:rsid w:val="00A00ECC"/>
    <w:rsid w:val="00A05FE9"/>
    <w:rsid w:val="00A155EE"/>
    <w:rsid w:val="00A2245B"/>
    <w:rsid w:val="00A30110"/>
    <w:rsid w:val="00A36899"/>
    <w:rsid w:val="00A371F6"/>
    <w:rsid w:val="00A43BF6"/>
    <w:rsid w:val="00A44EDA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CAA"/>
    <w:rsid w:val="00B66529"/>
    <w:rsid w:val="00B75946"/>
    <w:rsid w:val="00B8056E"/>
    <w:rsid w:val="00B819C8"/>
    <w:rsid w:val="00B82308"/>
    <w:rsid w:val="00BB43B5"/>
    <w:rsid w:val="00BB520A"/>
    <w:rsid w:val="00BD3869"/>
    <w:rsid w:val="00BD66E9"/>
    <w:rsid w:val="00BF2C41"/>
    <w:rsid w:val="00C058B4"/>
    <w:rsid w:val="00C131B5"/>
    <w:rsid w:val="00C16ABF"/>
    <w:rsid w:val="00C16C2E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206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A685C"/>
    <w:rsid w:val="00DE09C0"/>
    <w:rsid w:val="00DF320D"/>
    <w:rsid w:val="00DF605A"/>
    <w:rsid w:val="00DF64FF"/>
    <w:rsid w:val="00DF71C8"/>
    <w:rsid w:val="00E129B8"/>
    <w:rsid w:val="00E21E7D"/>
    <w:rsid w:val="00E22FBC"/>
    <w:rsid w:val="00E2375A"/>
    <w:rsid w:val="00E241FB"/>
    <w:rsid w:val="00E24BF5"/>
    <w:rsid w:val="00E25338"/>
    <w:rsid w:val="00E51E44"/>
    <w:rsid w:val="00E63348"/>
    <w:rsid w:val="00E77E88"/>
    <w:rsid w:val="00E8107D"/>
    <w:rsid w:val="00E91E75"/>
    <w:rsid w:val="00E92F72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630ED"/>
    <w:rsid w:val="00F672AF"/>
    <w:rsid w:val="00F7066B"/>
    <w:rsid w:val="00F83B28"/>
    <w:rsid w:val="00FB7DBA"/>
    <w:rsid w:val="00FC1C25"/>
    <w:rsid w:val="00FC3F45"/>
    <w:rsid w:val="00FD1E2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48692-EDB2-4CDE-BF08-B05296312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893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Roman Chorób</cp:lastModifiedBy>
  <cp:revision>8</cp:revision>
  <cp:lastPrinted>2017-02-15T12:41:00Z</cp:lastPrinted>
  <dcterms:created xsi:type="dcterms:W3CDTF">2018-02-01T17:15:00Z</dcterms:created>
  <dcterms:modified xsi:type="dcterms:W3CDTF">2018-02-04T19:22:00Z</dcterms:modified>
</cp:coreProperties>
</file>